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1D0986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Baileysville Elementary and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1D0986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1D0986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18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1D0986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35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1D0986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18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1D0986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51.4%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88.9%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1D0986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83.3%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1D0986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5.6%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1D0986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11.1%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1D0986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1D0986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1D0986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1D0986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1D0986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1D0986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1D0986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1D0986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1D0986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1D0986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38.9%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27.8%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1D09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912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  <w:tc>
          <w:tcPr>
            <w:tcW w:w="912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55.6%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  <w:tc>
          <w:tcPr>
            <w:tcW w:w="912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912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  <w:tc>
          <w:tcPr>
            <w:tcW w:w="912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912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  <w:tc>
          <w:tcPr>
            <w:tcW w:w="912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D09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1D09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55.6%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1D09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1D09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1D09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1D09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1D09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1D09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1D09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1D098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1D098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1D098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88.9%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88.9%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1D09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1D0986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440" w:type="dxa"/>
          </w:tcPr>
          <w:p w:rsidR="009B797D" w:rsidRPr="00797E2A" w:rsidRDefault="001D0986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16.7%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1D09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440" w:type="dxa"/>
          </w:tcPr>
          <w:p w:rsidR="008B42CE" w:rsidRPr="00797E2A" w:rsidRDefault="001D09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0.0%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1D09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40" w:type="dxa"/>
          </w:tcPr>
          <w:p w:rsidR="008B42CE" w:rsidRPr="00797E2A" w:rsidRDefault="001D09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61.1%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440" w:type="dxa"/>
          </w:tcPr>
          <w:p w:rsidR="00ED0933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22.2%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61.1%</w:t>
            </w:r>
          </w:p>
        </w:tc>
        <w:tc>
          <w:tcPr>
            <w:tcW w:w="889" w:type="pct"/>
          </w:tcPr>
          <w:p w:rsidR="004206F3" w:rsidRPr="000B28B6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38.9%</w:t>
            </w:r>
          </w:p>
        </w:tc>
        <w:tc>
          <w:tcPr>
            <w:tcW w:w="1011" w:type="pct"/>
          </w:tcPr>
          <w:p w:rsidR="004206F3" w:rsidRPr="000B28B6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889" w:type="pct"/>
          </w:tcPr>
          <w:p w:rsidR="004206F3" w:rsidRPr="000B28B6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11" w:type="pct"/>
          </w:tcPr>
          <w:p w:rsidR="004206F3" w:rsidRPr="000B28B6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72.2%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27.8%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44.4%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33.3%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11.1%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2250" w:type="dxa"/>
            <w:noWrap/>
          </w:tcPr>
          <w:p w:rsidR="004206F3" w:rsidRPr="00797E2A" w:rsidRDefault="001D09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11.1%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22.2%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370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38.9%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370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5.6%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370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16.7%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370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11.1%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370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370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5.6%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55.6%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D09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5.6%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50.0%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38.9%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33.3%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D09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61.1%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35" w:type="dxa"/>
            <w:noWrap/>
          </w:tcPr>
          <w:p w:rsidR="00364F87" w:rsidRPr="00797E2A" w:rsidRDefault="001D09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11.1%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16.7%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5.6%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44.4%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61.1%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16.7%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44.4%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38.9%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55.6%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38.9%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44.4%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5.6%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1D09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986" w:rsidRDefault="001D0986" w:rsidP="0035328A">
      <w:pPr>
        <w:spacing w:after="0" w:line="240" w:lineRule="auto"/>
      </w:pPr>
      <w:r>
        <w:separator/>
      </w:r>
    </w:p>
  </w:endnote>
  <w:endnote w:type="continuationSeparator" w:id="0">
    <w:p w:rsidR="001D0986" w:rsidRDefault="001D098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1D0986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986" w:rsidRDefault="001D0986" w:rsidP="0035328A">
      <w:pPr>
        <w:spacing w:after="0" w:line="240" w:lineRule="auto"/>
      </w:pPr>
      <w:r>
        <w:separator/>
      </w:r>
    </w:p>
  </w:footnote>
  <w:footnote w:type="continuationSeparator" w:id="0">
    <w:p w:rsidR="001D0986" w:rsidRDefault="001D098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986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1D098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F4575B58-AFA6-4C4F-98FC-57C3E474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FD64B-934B-4AA0-ABE4-DC52B0526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2016-04-26T20:01:00Z</dcterms:created>
  <dcterms:modified xsi:type="dcterms:W3CDTF">2016-04-26T20:01:00Z</dcterms:modified>
</cp:coreProperties>
</file>